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19" w:type="dxa"/>
        <w:tblInd w:w="4786" w:type="dxa"/>
        <w:tblLook w:val="00A0"/>
      </w:tblPr>
      <w:tblGrid>
        <w:gridCol w:w="4819"/>
      </w:tblGrid>
      <w:tr w:rsidR="00AA0F71" w:rsidTr="008F2175">
        <w:tc>
          <w:tcPr>
            <w:tcW w:w="4819" w:type="dxa"/>
          </w:tcPr>
          <w:p w:rsidR="00AA0F71" w:rsidRPr="00F91EB0" w:rsidRDefault="00AA0F71" w:rsidP="00F91E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91E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Комиссию по соблюдению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</w:t>
            </w:r>
            <w:r w:rsidRPr="00F91EB0">
              <w:rPr>
                <w:rFonts w:ascii="Times New Roman" w:hAnsi="Times New Roman"/>
                <w:sz w:val="28"/>
                <w:szCs w:val="28"/>
                <w:lang w:eastAsia="ru-RU"/>
              </w:rPr>
              <w:t>ребований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91EB0">
              <w:rPr>
                <w:rFonts w:ascii="Times New Roman" w:hAnsi="Times New Roman"/>
                <w:sz w:val="28"/>
                <w:szCs w:val="28"/>
                <w:lang w:eastAsia="ru-RU"/>
              </w:rPr>
              <w:t>к служебному поведению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Pr="00F91E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урегулированию конфликта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F91EB0">
              <w:rPr>
                <w:rFonts w:ascii="Times New Roman" w:hAnsi="Times New Roman"/>
                <w:sz w:val="28"/>
                <w:szCs w:val="28"/>
                <w:lang w:eastAsia="ru-RU"/>
              </w:rPr>
              <w:t>нтересов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Печенгского района</w:t>
            </w:r>
          </w:p>
          <w:p w:rsidR="00AA0F71" w:rsidRDefault="00AA0F71" w:rsidP="008F2175">
            <w:pPr>
              <w:tabs>
                <w:tab w:val="left" w:pos="1134"/>
                <w:tab w:val="left" w:pos="1276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1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</w:tbl>
    <w:p w:rsidR="00AA0F71" w:rsidRDefault="00AA0F71" w:rsidP="008F217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4"/>
          <w:szCs w:val="24"/>
        </w:rPr>
      </w:pPr>
    </w:p>
    <w:p w:rsidR="00AA0F71" w:rsidRDefault="00AA0F71" w:rsidP="008F217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4"/>
          <w:szCs w:val="24"/>
        </w:rPr>
      </w:pPr>
    </w:p>
    <w:p w:rsidR="00AA0F71" w:rsidRDefault="00AA0F71" w:rsidP="00F91EB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ЗАЯВЛЕНИЕ</w:t>
      </w:r>
    </w:p>
    <w:p w:rsidR="00AA0F71" w:rsidRPr="00F91EB0" w:rsidRDefault="00AA0F71" w:rsidP="003B05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A0F71" w:rsidRPr="00F91EB0" w:rsidRDefault="00AA0F71" w:rsidP="00AE372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Прошу на заседании комиссии по соблюдению требований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1EB0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1EB0">
        <w:rPr>
          <w:rFonts w:ascii="Times New Roman" w:hAnsi="Times New Roman"/>
          <w:sz w:val="28"/>
          <w:szCs w:val="28"/>
          <w:lang w:eastAsia="ru-RU"/>
        </w:rPr>
        <w:t xml:space="preserve">служебному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F91EB0">
        <w:rPr>
          <w:rFonts w:ascii="Times New Roman" w:hAnsi="Times New Roman"/>
          <w:sz w:val="28"/>
          <w:szCs w:val="28"/>
          <w:lang w:eastAsia="ru-RU"/>
        </w:rPr>
        <w:t>оведению и урегулированию конфликта интересов рассмотреть</w:t>
      </w:r>
    </w:p>
    <w:p w:rsidR="00AA0F71" w:rsidRPr="00F91EB0" w:rsidRDefault="00AA0F71" w:rsidP="00AE37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вопрос о даче мне согласия на замещение на условиях трудового договора</w:t>
      </w:r>
    </w:p>
    <w:p w:rsidR="00AA0F71" w:rsidRPr="00F91EB0" w:rsidRDefault="00AA0F71" w:rsidP="003B05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F91EB0">
        <w:rPr>
          <w:rFonts w:ascii="Times New Roman" w:hAnsi="Times New Roman"/>
          <w:sz w:val="28"/>
          <w:szCs w:val="28"/>
          <w:lang w:eastAsia="ru-RU"/>
        </w:rPr>
        <w:t>________________________________в____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</w:t>
      </w:r>
    </w:p>
    <w:p w:rsidR="00AA0F71" w:rsidRPr="00F91EB0" w:rsidRDefault="00AA0F71" w:rsidP="003B05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</w:t>
      </w:r>
      <w:r w:rsidRPr="00F91EB0">
        <w:rPr>
          <w:rFonts w:ascii="Times New Roman" w:hAnsi="Times New Roman"/>
          <w:sz w:val="20"/>
          <w:szCs w:val="20"/>
          <w:lang w:eastAsia="ru-RU"/>
        </w:rPr>
        <w:t>(наименование должности)                                                       (наименование организации)</w:t>
      </w:r>
    </w:p>
    <w:p w:rsidR="00AA0F71" w:rsidRPr="00F91EB0" w:rsidRDefault="00AA0F71" w:rsidP="003B05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F91EB0">
        <w:rPr>
          <w:rFonts w:ascii="Times New Roman" w:hAnsi="Times New Roman"/>
          <w:sz w:val="28"/>
          <w:szCs w:val="28"/>
          <w:lang w:eastAsia="ru-RU"/>
        </w:rPr>
        <w:t>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91EB0">
        <w:rPr>
          <w:rFonts w:ascii="Times New Roman" w:hAnsi="Times New Roman"/>
          <w:sz w:val="28"/>
          <w:szCs w:val="28"/>
          <w:lang w:eastAsia="ru-RU"/>
        </w:rPr>
        <w:t>(на выполнение в __________________________работ (оказание услуг)</w:t>
      </w:r>
    </w:p>
    <w:p w:rsidR="00AA0F71" w:rsidRPr="00F91EB0" w:rsidRDefault="00AA0F71" w:rsidP="003B055E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</w:t>
      </w:r>
      <w:r w:rsidRPr="00F91EB0">
        <w:rPr>
          <w:rFonts w:ascii="Times New Roman" w:hAnsi="Times New Roman"/>
          <w:sz w:val="20"/>
          <w:szCs w:val="20"/>
          <w:lang w:eastAsia="ru-RU"/>
        </w:rPr>
        <w:t>(наименование организации)</w:t>
      </w:r>
    </w:p>
    <w:p w:rsidR="00AA0F71" w:rsidRPr="00F91EB0" w:rsidRDefault="00AA0F71" w:rsidP="003B05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в течение месяца стоимостью более ста тысяч рублей на условиях</w:t>
      </w:r>
    </w:p>
    <w:p w:rsidR="00AA0F71" w:rsidRPr="00F91EB0" w:rsidRDefault="00AA0F71" w:rsidP="003B05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гражданско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F91EB0">
        <w:rPr>
          <w:rFonts w:ascii="Times New Roman" w:hAnsi="Times New Roman"/>
          <w:sz w:val="28"/>
          <w:szCs w:val="28"/>
          <w:lang w:eastAsia="ru-RU"/>
        </w:rPr>
        <w:t>правового договора).</w:t>
      </w:r>
    </w:p>
    <w:p w:rsidR="00AA0F71" w:rsidRPr="00F91EB0" w:rsidRDefault="00AA0F71" w:rsidP="00DB66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Отдельные функции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</w:t>
      </w:r>
      <w:r w:rsidRPr="00F91EB0">
        <w:rPr>
          <w:rFonts w:ascii="Times New Roman" w:hAnsi="Times New Roman"/>
          <w:sz w:val="28"/>
          <w:szCs w:val="28"/>
          <w:lang w:eastAsia="ru-RU"/>
        </w:rPr>
        <w:t>управления данной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ор</w:t>
      </w:r>
      <w:r w:rsidRPr="00F91EB0">
        <w:rPr>
          <w:rFonts w:ascii="Times New Roman" w:hAnsi="Times New Roman"/>
          <w:sz w:val="28"/>
          <w:szCs w:val="28"/>
          <w:lang w:eastAsia="ru-RU"/>
        </w:rPr>
        <w:t>ганизацией входили в должностные обязанности по замещаемой мной</w:t>
      </w:r>
      <w:r>
        <w:rPr>
          <w:rFonts w:ascii="Times New Roman" w:hAnsi="Times New Roman"/>
          <w:sz w:val="28"/>
          <w:szCs w:val="28"/>
          <w:lang w:eastAsia="ru-RU"/>
        </w:rPr>
        <w:t>д</w:t>
      </w:r>
      <w:r w:rsidRPr="00F91EB0">
        <w:rPr>
          <w:rFonts w:ascii="Times New Roman" w:hAnsi="Times New Roman"/>
          <w:sz w:val="28"/>
          <w:szCs w:val="28"/>
          <w:lang w:eastAsia="ru-RU"/>
        </w:rPr>
        <w:t>олжности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Pr="00F91EB0">
        <w:rPr>
          <w:rFonts w:ascii="Times New Roman" w:hAnsi="Times New Roman"/>
          <w:sz w:val="28"/>
          <w:szCs w:val="28"/>
          <w:lang w:eastAsia="ru-RU"/>
        </w:rPr>
        <w:t xml:space="preserve">осударственной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F91EB0">
        <w:rPr>
          <w:rFonts w:ascii="Times New Roman" w:hAnsi="Times New Roman"/>
          <w:sz w:val="28"/>
          <w:szCs w:val="28"/>
          <w:lang w:eastAsia="ru-RU"/>
        </w:rPr>
        <w:t>службы.</w:t>
      </w:r>
    </w:p>
    <w:p w:rsidR="00AA0F71" w:rsidRPr="00F91EB0" w:rsidRDefault="00AA0F71" w:rsidP="00784401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Планируемая дата заключения трудового договора (гражданско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F91EB0">
        <w:rPr>
          <w:rFonts w:ascii="Times New Roman" w:hAnsi="Times New Roman"/>
          <w:sz w:val="28"/>
          <w:szCs w:val="28"/>
          <w:lang w:eastAsia="ru-RU"/>
        </w:rPr>
        <w:t>правового договора):</w:t>
      </w:r>
    </w:p>
    <w:p w:rsidR="00AA0F71" w:rsidRPr="00F91EB0" w:rsidRDefault="00AA0F71" w:rsidP="003B055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>«____» ________________ 20___ г.</w:t>
      </w:r>
    </w:p>
    <w:p w:rsidR="00AA0F71" w:rsidRPr="00F91EB0" w:rsidRDefault="00AA0F71" w:rsidP="003B055E">
      <w:pPr>
        <w:spacing w:after="0" w:line="240" w:lineRule="auto"/>
        <w:rPr>
          <w:rFonts w:ascii="Courier New" w:hAnsi="Courier New" w:cs="Courier New"/>
          <w:sz w:val="30"/>
          <w:szCs w:val="30"/>
          <w:lang w:eastAsia="ru-RU"/>
        </w:rPr>
      </w:pPr>
      <w:r w:rsidRPr="00F91EB0">
        <w:rPr>
          <w:rFonts w:ascii="Times New Roman" w:hAnsi="Times New Roman"/>
          <w:sz w:val="28"/>
          <w:szCs w:val="28"/>
          <w:lang w:eastAsia="ru-RU"/>
        </w:rPr>
        <w:t xml:space="preserve">________________ ____________________ </w:t>
      </w:r>
      <w:r w:rsidRPr="00F91EB0">
        <w:rPr>
          <w:rFonts w:ascii="Courier New" w:hAnsi="Courier New" w:cs="Courier New"/>
          <w:sz w:val="30"/>
          <w:szCs w:val="30"/>
          <w:lang w:eastAsia="ru-RU"/>
        </w:rPr>
        <w:t>___________________</w:t>
      </w:r>
    </w:p>
    <w:p w:rsidR="00AA0F71" w:rsidRDefault="00AA0F71" w:rsidP="003B055E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outlineLvl w:val="1"/>
        <w:rPr>
          <w:rFonts w:ascii="Times New Roman" w:hAnsi="Times New Roman"/>
          <w:sz w:val="24"/>
          <w:szCs w:val="24"/>
          <w:vertAlign w:val="superscript"/>
        </w:rPr>
      </w:pPr>
    </w:p>
    <w:sectPr w:rsidR="00AA0F71" w:rsidSect="00916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2175"/>
    <w:rsid w:val="00201424"/>
    <w:rsid w:val="003B055E"/>
    <w:rsid w:val="004C494D"/>
    <w:rsid w:val="00673860"/>
    <w:rsid w:val="006D1657"/>
    <w:rsid w:val="00784401"/>
    <w:rsid w:val="008F2175"/>
    <w:rsid w:val="00916F7B"/>
    <w:rsid w:val="0098159B"/>
    <w:rsid w:val="00A76BA8"/>
    <w:rsid w:val="00AA0F71"/>
    <w:rsid w:val="00AE3728"/>
    <w:rsid w:val="00B00E18"/>
    <w:rsid w:val="00B84D1A"/>
    <w:rsid w:val="00BD1385"/>
    <w:rsid w:val="00DB668E"/>
    <w:rsid w:val="00F91EB0"/>
    <w:rsid w:val="00FE7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17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52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52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52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1</Pages>
  <Words>166</Words>
  <Characters>951</Characters>
  <Application>Microsoft Office Outlook</Application>
  <DocSecurity>0</DocSecurity>
  <Lines>0</Lines>
  <Paragraphs>0</Paragraphs>
  <ScaleCrop>false</ScaleCrop>
  <Company>Kraftway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Левитас Ирина Николаевна</dc:creator>
  <cp:keywords/>
  <dc:description/>
  <cp:lastModifiedBy>Byryakova</cp:lastModifiedBy>
  <cp:revision>8</cp:revision>
  <cp:lastPrinted>2017-05-10T12:22:00Z</cp:lastPrinted>
  <dcterms:created xsi:type="dcterms:W3CDTF">2017-05-05T09:00:00Z</dcterms:created>
  <dcterms:modified xsi:type="dcterms:W3CDTF">2017-05-17T15:05:00Z</dcterms:modified>
</cp:coreProperties>
</file>